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9D89A" w14:textId="77777777" w:rsidR="008A7EC9" w:rsidRDefault="008A7EC9" w:rsidP="006E4A3E">
      <w:pPr>
        <w:pStyle w:val="Hlavika"/>
        <w:rPr>
          <w:b/>
        </w:rPr>
      </w:pPr>
      <w:bookmarkStart w:id="0" w:name="_GoBack"/>
      <w:bookmarkEnd w:id="0"/>
    </w:p>
    <w:p w14:paraId="7FD76329" w14:textId="79AE729F" w:rsidR="006E4A3E" w:rsidRPr="008A7EC9" w:rsidRDefault="00E82C92" w:rsidP="008A7EC9">
      <w:pPr>
        <w:pStyle w:val="Hlavika"/>
        <w:jc w:val="center"/>
        <w:rPr>
          <w:b/>
          <w:sz w:val="24"/>
          <w:szCs w:val="24"/>
          <w:lang w:val="sk-SK"/>
        </w:rPr>
      </w:pPr>
      <w:r>
        <w:rPr>
          <w:b/>
          <w:noProof/>
          <w:sz w:val="24"/>
          <w:szCs w:val="24"/>
          <w:lang w:eastAsia="sk-SK"/>
        </w:rPr>
        <w:t xml:space="preserve">Zmena </w:t>
      </w:r>
      <w:r w:rsidRPr="00E82C92">
        <w:rPr>
          <w:b/>
          <w:noProof/>
          <w:sz w:val="24"/>
          <w:szCs w:val="24"/>
          <w:lang w:eastAsia="sk-SK"/>
        </w:rPr>
        <w:t>Zmluvy o PPM/projektu</w:t>
      </w:r>
    </w:p>
    <w:p w14:paraId="05040639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36"/>
      </w:tblGrid>
      <w:tr w:rsidR="00B00820" w:rsidRPr="00095574" w14:paraId="7A26294C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066F6299" w14:textId="6FD68040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  <w:r w:rsidR="00E82D6B">
              <w:rPr>
                <w:b/>
                <w:color w:val="FFFFFF" w:themeColor="background1"/>
                <w:sz w:val="22"/>
                <w:lang w:val="sk-SK"/>
              </w:rPr>
              <w:t>/projektu</w:t>
            </w:r>
          </w:p>
        </w:tc>
      </w:tr>
      <w:tr w:rsidR="00E56B4D" w:rsidRPr="00095574" w14:paraId="580C9662" w14:textId="77777777" w:rsidTr="00E56B4D">
        <w:tc>
          <w:tcPr>
            <w:tcW w:w="9322" w:type="dxa"/>
            <w:gridSpan w:val="2"/>
            <w:shd w:val="clear" w:color="auto" w:fill="E6E6E6"/>
          </w:tcPr>
          <w:p w14:paraId="6AC9BAB5" w14:textId="11350ED8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4B87A2DF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63CCF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5D58AC4E" w14:textId="77777777" w:rsidTr="00E56B4D">
        <w:tc>
          <w:tcPr>
            <w:tcW w:w="9322" w:type="dxa"/>
            <w:gridSpan w:val="2"/>
            <w:shd w:val="clear" w:color="auto" w:fill="E6E6E6"/>
          </w:tcPr>
          <w:p w14:paraId="183250F6" w14:textId="4E7579A9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06797BE" w14:textId="77777777" w:rsidTr="00E56B4D">
        <w:tc>
          <w:tcPr>
            <w:tcW w:w="9322" w:type="dxa"/>
            <w:gridSpan w:val="2"/>
            <w:shd w:val="clear" w:color="auto" w:fill="auto"/>
          </w:tcPr>
          <w:p w14:paraId="2DD71C5B" w14:textId="77777777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3399EDC0" w14:textId="77777777" w:rsidTr="00E56B4D">
        <w:tc>
          <w:tcPr>
            <w:tcW w:w="4786" w:type="dxa"/>
            <w:shd w:val="clear" w:color="auto" w:fill="E6E6E6"/>
          </w:tcPr>
          <w:p w14:paraId="33670B63" w14:textId="5A249A29" w:rsidR="00E56B4D" w:rsidRPr="00391C44" w:rsidRDefault="00E56B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Kód </w:t>
            </w:r>
            <w:r w:rsidR="00E82D6B">
              <w:rPr>
                <w:sz w:val="16"/>
                <w:szCs w:val="16"/>
                <w:lang w:val="sk-SK"/>
              </w:rPr>
              <w:t>Zmluvy o</w:t>
            </w:r>
            <w:r w:rsidR="00E82C92">
              <w:rPr>
                <w:sz w:val="16"/>
                <w:szCs w:val="16"/>
                <w:lang w:val="sk-SK"/>
              </w:rPr>
              <w:t> </w:t>
            </w:r>
            <w:r w:rsidR="00E82D6B">
              <w:rPr>
                <w:sz w:val="16"/>
                <w:szCs w:val="16"/>
                <w:lang w:val="sk-SK"/>
              </w:rPr>
              <w:t>PPM</w:t>
            </w:r>
            <w:r w:rsidR="00E82C92">
              <w:rPr>
                <w:sz w:val="16"/>
                <w:szCs w:val="16"/>
                <w:lang w:val="sk-SK"/>
              </w:rPr>
              <w:t>/</w:t>
            </w:r>
            <w:r w:rsidR="00E82C92" w:rsidRPr="00391C44">
              <w:rPr>
                <w:sz w:val="16"/>
                <w:szCs w:val="16"/>
                <w:lang w:val="sk-SK"/>
              </w:rPr>
              <w:t>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E6E6E6"/>
          </w:tcPr>
          <w:p w14:paraId="132CAA9C" w14:textId="32E00F2C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</w:t>
            </w:r>
            <w:r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5BE6EF5" w14:textId="77777777" w:rsidTr="00E56B4D"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14:paraId="21B60A45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5FB4CA36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CF90EFD" w14:textId="77777777" w:rsidR="00B00820" w:rsidRPr="00391C44" w:rsidRDefault="00B00820" w:rsidP="00DD009D">
      <w:pPr>
        <w:pStyle w:val="Zkladntext"/>
        <w:rPr>
          <w:sz w:val="22"/>
          <w:lang w:val="sk-SK"/>
        </w:rPr>
      </w:pPr>
    </w:p>
    <w:p w14:paraId="19C0B75C" w14:textId="13C54EF4" w:rsidR="00B022FF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5544A3">
        <w:rPr>
          <w:sz w:val="20"/>
          <w:szCs w:val="20"/>
          <w:lang w:val="sk-SK"/>
        </w:rPr>
        <w:t>Týmto</w:t>
      </w:r>
      <w:r w:rsidR="00E82C92">
        <w:rPr>
          <w:sz w:val="20"/>
          <w:szCs w:val="20"/>
          <w:lang w:val="sk-SK"/>
        </w:rPr>
        <w:t xml:space="preserve"> žiadam/oznamujem</w:t>
      </w:r>
      <w:r w:rsidR="001550CC">
        <w:rPr>
          <w:rStyle w:val="Odkaznapoznmkupodiarou"/>
          <w:sz w:val="20"/>
          <w:szCs w:val="20"/>
          <w:lang w:val="sk-SK"/>
        </w:rPr>
        <w:footnoteReference w:id="1"/>
      </w:r>
      <w:r w:rsidR="00E82C92">
        <w:rPr>
          <w:sz w:val="20"/>
          <w:szCs w:val="20"/>
          <w:lang w:val="sk-SK"/>
        </w:rPr>
        <w:t xml:space="preserve"> </w:t>
      </w:r>
      <w:r w:rsidRPr="005544A3">
        <w:rPr>
          <w:sz w:val="20"/>
          <w:szCs w:val="20"/>
          <w:lang w:val="sk-SK"/>
        </w:rPr>
        <w:t>vykonanie nasledovnej zmeny</w:t>
      </w:r>
      <w:r w:rsidR="00E82D6B">
        <w:rPr>
          <w:sz w:val="20"/>
          <w:szCs w:val="20"/>
          <w:lang w:val="sk-SK"/>
        </w:rPr>
        <w:t xml:space="preserve"> (nasledovných zmien)</w:t>
      </w:r>
      <w:r w:rsidR="00C53F8B">
        <w:rPr>
          <w:sz w:val="20"/>
          <w:szCs w:val="20"/>
          <w:lang w:val="sk-SK"/>
        </w:rPr>
        <w:t xml:space="preserve">: 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6D0268CF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14707C9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45F7759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74002E27" w14:textId="4AA42510" w:rsidR="0024024B" w:rsidRPr="00391C44" w:rsidRDefault="00B00820" w:rsidP="005070CA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5070CA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="0024024B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08258EA8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1662EF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B214C1F" w14:textId="77777777" w:rsidR="00B00820" w:rsidRPr="00391C44" w:rsidRDefault="00B00820" w:rsidP="00667ED2">
      <w:pPr>
        <w:spacing w:line="24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C33AC6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77204E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03AADFB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EC55717" w14:textId="45719416" w:rsidR="0024024B" w:rsidRPr="00391C44" w:rsidRDefault="00B00820" w:rsidP="004D56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4D564D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 xml:space="preserve">, resp. súvisiaceho </w:t>
            </w:r>
            <w:r w:rsidR="00BB2866">
              <w:rPr>
                <w:sz w:val="16"/>
                <w:szCs w:val="16"/>
                <w:lang w:val="sk-SK"/>
              </w:rPr>
              <w:t>dokumentu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4880A011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D54C7C5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9897B4E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7A4C0B9E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43B2CD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26693A6" w14:textId="77777777" w:rsidR="00B00820" w:rsidRPr="00391C44" w:rsidRDefault="00B00820" w:rsidP="00E64565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 xml:space="preserve">4. </w:t>
            </w:r>
            <w:r w:rsidR="00E64565">
              <w:rPr>
                <w:b/>
                <w:color w:val="FFFFFF" w:themeColor="background1"/>
                <w:sz w:val="22"/>
                <w:lang w:val="sk-SK"/>
              </w:rPr>
              <w:t>Odôvodnenie zmeny</w:t>
            </w:r>
          </w:p>
        </w:tc>
      </w:tr>
      <w:tr w:rsidR="00B00820" w:rsidRPr="00A923AF" w14:paraId="6D39A8F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D33C5F1" w14:textId="33341BFB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prílohy, ktoré bližšie odôvodňujú potrebu vykonania zmeny. </w:t>
            </w:r>
          </w:p>
          <w:p w14:paraId="363D6ADE" w14:textId="662BEA0E" w:rsidR="00B00820" w:rsidRPr="00391C44" w:rsidRDefault="00B00820" w:rsidP="004D56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ukazovateľov </w:t>
            </w:r>
            <w:r w:rsidR="004D564D">
              <w:rPr>
                <w:sz w:val="16"/>
                <w:szCs w:val="16"/>
                <w:lang w:val="sk-SK"/>
              </w:rPr>
              <w:t xml:space="preserve">a výsledkov </w:t>
            </w:r>
            <w:r w:rsidRPr="00391C44">
              <w:rPr>
                <w:sz w:val="16"/>
                <w:szCs w:val="16"/>
                <w:lang w:val="sk-SK"/>
              </w:rPr>
              <w:t>projektu (najmä tých</w:t>
            </w:r>
            <w:r w:rsidR="004D564D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 w:rsidR="00DB6D0F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DB6D0F"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7EE795B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8137E78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5684CD4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7FCED1A" w14:textId="77777777" w:rsidTr="001760B7">
        <w:tc>
          <w:tcPr>
            <w:tcW w:w="9288" w:type="dxa"/>
            <w:shd w:val="clear" w:color="auto" w:fill="006EB6"/>
          </w:tcPr>
          <w:p w14:paraId="5D581A7C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31B9CE36" w14:textId="77777777" w:rsidTr="003F09E3">
        <w:tc>
          <w:tcPr>
            <w:tcW w:w="9288" w:type="dxa"/>
            <w:shd w:val="clear" w:color="auto" w:fill="auto"/>
          </w:tcPr>
          <w:p w14:paraId="5D20C1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C9B2248" w14:textId="118A70AC" w:rsidR="0024024B" w:rsidRPr="00E95014" w:rsidRDefault="00E95014" w:rsidP="003F09E3">
            <w:pPr>
              <w:rPr>
                <w:bCs/>
                <w:sz w:val="16"/>
                <w:szCs w:val="16"/>
                <w:lang w:val="sk-SK"/>
              </w:rPr>
            </w:pPr>
            <w:r w:rsidRPr="00E95014">
              <w:rPr>
                <w:bCs/>
                <w:sz w:val="16"/>
                <w:szCs w:val="16"/>
                <w:lang w:val="sk-SK"/>
              </w:rPr>
              <w:t>Ja, dolupodpísaný/á štatutárny orgán / poverená osoba Prijímateľa čestne vyhla</w:t>
            </w:r>
            <w:r>
              <w:rPr>
                <w:bCs/>
                <w:sz w:val="16"/>
                <w:szCs w:val="16"/>
                <w:lang w:val="sk-SK"/>
              </w:rPr>
              <w:t>sujem, že údaje uvedené v tomto formulári Zmeny Zmluvy o PPM/projektu a všetkých jeho</w:t>
            </w:r>
            <w:r w:rsidRPr="00E95014">
              <w:rPr>
                <w:bCs/>
                <w:sz w:val="16"/>
                <w:szCs w:val="16"/>
                <w:lang w:val="sk-SK"/>
              </w:rPr>
              <w:t xml:space="preserve"> prílohách sú úplné, presné a spoľahlivé a sú v súlade s podmienkami Zmluvy o PPM. Zároveň vyhlasujem, že všetky priložené kópie podpornej dokumentácie k </w:t>
            </w:r>
            <w:r>
              <w:rPr>
                <w:bCs/>
                <w:sz w:val="16"/>
                <w:szCs w:val="16"/>
                <w:lang w:val="sk-SK"/>
              </w:rPr>
              <w:t xml:space="preserve"> formuláru Zmeny Zmluvy o PPM/projektu</w:t>
            </w:r>
            <w:r w:rsidRPr="00E95014">
              <w:rPr>
                <w:bCs/>
                <w:sz w:val="16"/>
                <w:szCs w:val="16"/>
                <w:lang w:val="sk-SK"/>
              </w:rPr>
              <w:t xml:space="preserve"> sú zhodné s originálom uloženým u Prijímateľa (Partnera – ak relevantné)</w:t>
            </w:r>
            <w:r w:rsidR="00163692">
              <w:rPr>
                <w:bCs/>
                <w:sz w:val="16"/>
                <w:szCs w:val="16"/>
                <w:lang w:val="sk-SK"/>
              </w:rPr>
              <w:t>.</w:t>
            </w:r>
          </w:p>
          <w:p w14:paraId="5E7D4FE7" w14:textId="77777777" w:rsidR="00E95014" w:rsidRPr="00391C44" w:rsidRDefault="00E95014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67F091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028C5E2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5E0575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6887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1CB24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AF024F0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09C5C82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39D610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9F4A7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4F88EA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E86355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B9818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0AA1A7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8C6109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</w:t>
            </w:r>
            <w:r w:rsidR="00F2657D">
              <w:rPr>
                <w:bCs/>
                <w:sz w:val="16"/>
                <w:szCs w:val="16"/>
                <w:lang w:val="sk-SK"/>
              </w:rPr>
              <w:t>,</w:t>
            </w:r>
            <w:r w:rsidRPr="00391C44">
              <w:rPr>
                <w:bCs/>
                <w:sz w:val="16"/>
                <w:szCs w:val="16"/>
                <w:lang w:val="sk-SK"/>
              </w:rPr>
              <w:t>.....................................................</w:t>
            </w:r>
          </w:p>
          <w:p w14:paraId="61771DA9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028C416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6F74AFE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3FD16FC3" w14:textId="77777777" w:rsidTr="001760B7">
        <w:tc>
          <w:tcPr>
            <w:tcW w:w="9288" w:type="dxa"/>
            <w:gridSpan w:val="2"/>
            <w:shd w:val="clear" w:color="auto" w:fill="006EB6"/>
          </w:tcPr>
          <w:p w14:paraId="0804EBA9" w14:textId="4A6447AC" w:rsidR="0024024B" w:rsidRPr="00391C44" w:rsidRDefault="00B00820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</w:t>
            </w:r>
          </w:p>
        </w:tc>
      </w:tr>
      <w:tr w:rsidR="0024024B" w:rsidRPr="00A923AF" w14:paraId="4B00CBB8" w14:textId="77777777" w:rsidTr="003F09E3">
        <w:tc>
          <w:tcPr>
            <w:tcW w:w="955" w:type="dxa"/>
            <w:shd w:val="clear" w:color="auto" w:fill="auto"/>
          </w:tcPr>
          <w:p w14:paraId="60B95C9C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4222C58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21993F90" w14:textId="77777777" w:rsidTr="003F09E3">
        <w:tc>
          <w:tcPr>
            <w:tcW w:w="955" w:type="dxa"/>
            <w:shd w:val="clear" w:color="auto" w:fill="auto"/>
          </w:tcPr>
          <w:p w14:paraId="78943F7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A53881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E9C89B9" w14:textId="77777777" w:rsidTr="003F09E3">
        <w:tc>
          <w:tcPr>
            <w:tcW w:w="955" w:type="dxa"/>
            <w:shd w:val="clear" w:color="auto" w:fill="auto"/>
          </w:tcPr>
          <w:p w14:paraId="0F2843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6AA4E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EE36092" w14:textId="77777777" w:rsidTr="003F09E3">
        <w:tc>
          <w:tcPr>
            <w:tcW w:w="955" w:type="dxa"/>
            <w:shd w:val="clear" w:color="auto" w:fill="auto"/>
          </w:tcPr>
          <w:p w14:paraId="765C53D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4F099D4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E445C2" w14:textId="77777777" w:rsidTr="003F09E3">
        <w:tc>
          <w:tcPr>
            <w:tcW w:w="955" w:type="dxa"/>
            <w:shd w:val="clear" w:color="auto" w:fill="auto"/>
          </w:tcPr>
          <w:p w14:paraId="33FC88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A02BB9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A6B7F99" w14:textId="77777777" w:rsidTr="003F09E3">
        <w:tc>
          <w:tcPr>
            <w:tcW w:w="955" w:type="dxa"/>
            <w:shd w:val="clear" w:color="auto" w:fill="auto"/>
          </w:tcPr>
          <w:p w14:paraId="3155078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260DCC8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7738045" w14:textId="77777777" w:rsidTr="003F09E3">
        <w:tc>
          <w:tcPr>
            <w:tcW w:w="955" w:type="dxa"/>
            <w:shd w:val="clear" w:color="auto" w:fill="auto"/>
          </w:tcPr>
          <w:p w14:paraId="090B11C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8B51F0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BBD80DE" w14:textId="77777777" w:rsidTr="003F09E3">
        <w:tc>
          <w:tcPr>
            <w:tcW w:w="955" w:type="dxa"/>
            <w:shd w:val="clear" w:color="auto" w:fill="auto"/>
          </w:tcPr>
          <w:p w14:paraId="150CAA2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1E8D19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DC855F2" w14:textId="77777777" w:rsidTr="003F09E3">
        <w:tc>
          <w:tcPr>
            <w:tcW w:w="955" w:type="dxa"/>
            <w:shd w:val="clear" w:color="auto" w:fill="auto"/>
          </w:tcPr>
          <w:p w14:paraId="3005BD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7525D0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58AAB43" w14:textId="77777777" w:rsidTr="003F09E3">
        <w:tc>
          <w:tcPr>
            <w:tcW w:w="955" w:type="dxa"/>
            <w:shd w:val="clear" w:color="auto" w:fill="auto"/>
          </w:tcPr>
          <w:p w14:paraId="699614C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3DA81DC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3D918FB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1AA047E7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8"/>
      <w:footerReference w:type="default" r:id="rId9"/>
      <w:headerReference w:type="first" r:id="rId10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EC337" w14:textId="77777777" w:rsidR="002746C0" w:rsidRDefault="002746C0">
      <w:r>
        <w:separator/>
      </w:r>
    </w:p>
  </w:endnote>
  <w:endnote w:type="continuationSeparator" w:id="0">
    <w:p w14:paraId="233469CF" w14:textId="77777777" w:rsidR="002746C0" w:rsidRDefault="0027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D1D67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1DB0EA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50514B59" w14:textId="66CA0899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033" w:rsidRPr="008F3033">
          <w:rPr>
            <w:noProof/>
            <w:lang w:val="sk-SK"/>
          </w:rPr>
          <w:t>2</w:t>
        </w:r>
        <w:r>
          <w:fldChar w:fldCharType="end"/>
        </w:r>
      </w:p>
    </w:sdtContent>
  </w:sdt>
  <w:p w14:paraId="59C47CA8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2AF2F" w14:textId="77777777" w:rsidR="002746C0" w:rsidRDefault="002746C0">
      <w:r>
        <w:separator/>
      </w:r>
    </w:p>
  </w:footnote>
  <w:footnote w:type="continuationSeparator" w:id="0">
    <w:p w14:paraId="127C02FD" w14:textId="77777777" w:rsidR="002746C0" w:rsidRDefault="002746C0">
      <w:r>
        <w:continuationSeparator/>
      </w:r>
    </w:p>
  </w:footnote>
  <w:footnote w:id="1">
    <w:p w14:paraId="7B8E9D21" w14:textId="6247A5B7" w:rsidR="001550CC" w:rsidRPr="00667ED2" w:rsidRDefault="001550CC">
      <w:pPr>
        <w:pStyle w:val="Textpoznmkypodiarou"/>
        <w:rPr>
          <w:rFonts w:asciiTheme="minorHAnsi" w:hAnsiTheme="minorHAnsi" w:cstheme="minorHAnsi"/>
          <w:lang w:val="sk-SK"/>
        </w:rPr>
      </w:pPr>
      <w:r w:rsidRPr="00667ED2">
        <w:rPr>
          <w:rStyle w:val="Odkaznapoznmkupodiarou"/>
          <w:rFonts w:asciiTheme="minorHAnsi" w:hAnsiTheme="minorHAnsi" w:cstheme="minorHAnsi"/>
        </w:rPr>
        <w:footnoteRef/>
      </w:r>
      <w:r w:rsidRPr="00667ED2">
        <w:rPr>
          <w:rFonts w:asciiTheme="minorHAnsi" w:hAnsiTheme="minorHAnsi" w:cstheme="minorHAnsi"/>
        </w:rPr>
        <w:t xml:space="preserve"> </w:t>
      </w:r>
      <w:r w:rsidRPr="00667ED2">
        <w:rPr>
          <w:rFonts w:asciiTheme="minorHAnsi" w:hAnsiTheme="minorHAnsi" w:cstheme="minorHAnsi"/>
          <w:lang w:val="sk-SK"/>
        </w:rPr>
        <w:t>Ponechať relevantné, prípadne prečiarnuť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C6BE" w14:textId="77777777" w:rsidR="00DB6D0F" w:rsidRPr="00667ED2" w:rsidRDefault="00DB6D0F" w:rsidP="00DB6D0F">
    <w:pPr>
      <w:pStyle w:val="Hlavika"/>
      <w:jc w:val="right"/>
      <w:rPr>
        <w:sz w:val="18"/>
        <w:szCs w:val="18"/>
        <w:lang w:val="sk-SK"/>
      </w:rPr>
    </w:pPr>
    <w:r w:rsidRPr="00667ED2">
      <w:rPr>
        <w:sz w:val="18"/>
        <w:szCs w:val="18"/>
        <w:lang w:val="sk-SK"/>
      </w:rPr>
      <w:t>P</w:t>
    </w:r>
    <w:r w:rsidR="001E1BB7" w:rsidRPr="00667ED2">
      <w:rPr>
        <w:sz w:val="18"/>
        <w:szCs w:val="18"/>
        <w:lang w:val="sk-SK"/>
      </w:rPr>
      <w:t>ríloha č. 7</w:t>
    </w:r>
  </w:p>
  <w:p w14:paraId="10CA2BF6" w14:textId="77777777" w:rsidR="00DB6D0F" w:rsidRDefault="00DB6D0F">
    <w:pPr>
      <w:pStyle w:val="Hlavika"/>
      <w:rPr>
        <w:lang w:val="sk-SK"/>
      </w:rPr>
    </w:pPr>
  </w:p>
  <w:p w14:paraId="3705340A" w14:textId="041E61D0" w:rsidR="00DB6D0F" w:rsidRDefault="00F04227" w:rsidP="00DB6D0F">
    <w:pPr>
      <w:pStyle w:val="Hlavika"/>
    </w:pPr>
    <w:r>
      <w:rPr>
        <w:noProof/>
        <w:lang w:val="sk-SK" w:eastAsia="sk-SK"/>
      </w:rPr>
      <w:drawing>
        <wp:inline distT="0" distB="0" distL="0" distR="0" wp14:anchorId="5BC99E7B" wp14:editId="60D1AD9F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AA3BE6" w14:textId="77777777"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25441"/>
    <w:rsid w:val="000573B0"/>
    <w:rsid w:val="00064C83"/>
    <w:rsid w:val="00065E53"/>
    <w:rsid w:val="00082EDB"/>
    <w:rsid w:val="00095574"/>
    <w:rsid w:val="000A5A17"/>
    <w:rsid w:val="000C59CB"/>
    <w:rsid w:val="000D333E"/>
    <w:rsid w:val="000E4536"/>
    <w:rsid w:val="000E55A1"/>
    <w:rsid w:val="000F0AE1"/>
    <w:rsid w:val="00107F00"/>
    <w:rsid w:val="00122B0B"/>
    <w:rsid w:val="00145B4B"/>
    <w:rsid w:val="001550CC"/>
    <w:rsid w:val="0015697B"/>
    <w:rsid w:val="00163692"/>
    <w:rsid w:val="001760B7"/>
    <w:rsid w:val="00194202"/>
    <w:rsid w:val="001C6A80"/>
    <w:rsid w:val="001E1BB7"/>
    <w:rsid w:val="00217BC1"/>
    <w:rsid w:val="002220AB"/>
    <w:rsid w:val="0024024B"/>
    <w:rsid w:val="00257A9A"/>
    <w:rsid w:val="002746C0"/>
    <w:rsid w:val="0028612D"/>
    <w:rsid w:val="00292BF1"/>
    <w:rsid w:val="002958ED"/>
    <w:rsid w:val="002A7887"/>
    <w:rsid w:val="002C4132"/>
    <w:rsid w:val="002C6742"/>
    <w:rsid w:val="003006BC"/>
    <w:rsid w:val="00316D9F"/>
    <w:rsid w:val="00317530"/>
    <w:rsid w:val="00322E9B"/>
    <w:rsid w:val="00342CBF"/>
    <w:rsid w:val="00352C94"/>
    <w:rsid w:val="00391C44"/>
    <w:rsid w:val="00391F66"/>
    <w:rsid w:val="003C7E6D"/>
    <w:rsid w:val="003F09E3"/>
    <w:rsid w:val="003F465E"/>
    <w:rsid w:val="003F6D8D"/>
    <w:rsid w:val="00405045"/>
    <w:rsid w:val="004178FD"/>
    <w:rsid w:val="0042277F"/>
    <w:rsid w:val="00425259"/>
    <w:rsid w:val="00426F34"/>
    <w:rsid w:val="00433B1E"/>
    <w:rsid w:val="0044373D"/>
    <w:rsid w:val="004756A1"/>
    <w:rsid w:val="004911C9"/>
    <w:rsid w:val="00491EFA"/>
    <w:rsid w:val="004A11DB"/>
    <w:rsid w:val="004D564D"/>
    <w:rsid w:val="004E6C46"/>
    <w:rsid w:val="004F39FA"/>
    <w:rsid w:val="005070CA"/>
    <w:rsid w:val="005432D0"/>
    <w:rsid w:val="00547F20"/>
    <w:rsid w:val="005513B5"/>
    <w:rsid w:val="00552087"/>
    <w:rsid w:val="005544A3"/>
    <w:rsid w:val="005730E0"/>
    <w:rsid w:val="005920AE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67ED2"/>
    <w:rsid w:val="006A2C59"/>
    <w:rsid w:val="006A5887"/>
    <w:rsid w:val="006B2F2B"/>
    <w:rsid w:val="006E4A3E"/>
    <w:rsid w:val="007218E3"/>
    <w:rsid w:val="00723951"/>
    <w:rsid w:val="007436F0"/>
    <w:rsid w:val="00761757"/>
    <w:rsid w:val="00763752"/>
    <w:rsid w:val="00773E13"/>
    <w:rsid w:val="007843B4"/>
    <w:rsid w:val="00791C27"/>
    <w:rsid w:val="007A680F"/>
    <w:rsid w:val="00833E3D"/>
    <w:rsid w:val="008624E6"/>
    <w:rsid w:val="008737A4"/>
    <w:rsid w:val="008846F5"/>
    <w:rsid w:val="008902CB"/>
    <w:rsid w:val="008952CC"/>
    <w:rsid w:val="008A3D55"/>
    <w:rsid w:val="008A62DD"/>
    <w:rsid w:val="008A7EC9"/>
    <w:rsid w:val="008B637A"/>
    <w:rsid w:val="008C0A39"/>
    <w:rsid w:val="008C2A21"/>
    <w:rsid w:val="008E19BB"/>
    <w:rsid w:val="008F3033"/>
    <w:rsid w:val="009057CD"/>
    <w:rsid w:val="009240F4"/>
    <w:rsid w:val="00985E9E"/>
    <w:rsid w:val="009B728C"/>
    <w:rsid w:val="009C1FD9"/>
    <w:rsid w:val="009D1A5D"/>
    <w:rsid w:val="009F5F63"/>
    <w:rsid w:val="00A56EA3"/>
    <w:rsid w:val="00A676C8"/>
    <w:rsid w:val="00A70948"/>
    <w:rsid w:val="00A923AF"/>
    <w:rsid w:val="00A975A6"/>
    <w:rsid w:val="00AA6033"/>
    <w:rsid w:val="00B00820"/>
    <w:rsid w:val="00B022FF"/>
    <w:rsid w:val="00B1643D"/>
    <w:rsid w:val="00B17FD0"/>
    <w:rsid w:val="00B34F22"/>
    <w:rsid w:val="00B51E64"/>
    <w:rsid w:val="00B8563F"/>
    <w:rsid w:val="00B92FFC"/>
    <w:rsid w:val="00B93080"/>
    <w:rsid w:val="00BA14A5"/>
    <w:rsid w:val="00BB107E"/>
    <w:rsid w:val="00BB2866"/>
    <w:rsid w:val="00BC5F49"/>
    <w:rsid w:val="00BC6FC4"/>
    <w:rsid w:val="00BD202D"/>
    <w:rsid w:val="00BD3AAA"/>
    <w:rsid w:val="00C000C0"/>
    <w:rsid w:val="00C1191F"/>
    <w:rsid w:val="00C27B72"/>
    <w:rsid w:val="00C33042"/>
    <w:rsid w:val="00C51A89"/>
    <w:rsid w:val="00C53F8B"/>
    <w:rsid w:val="00C7650A"/>
    <w:rsid w:val="00C77241"/>
    <w:rsid w:val="00C80C4A"/>
    <w:rsid w:val="00C8462F"/>
    <w:rsid w:val="00CA49BC"/>
    <w:rsid w:val="00CA6259"/>
    <w:rsid w:val="00CB21E6"/>
    <w:rsid w:val="00CE3EB0"/>
    <w:rsid w:val="00D03F69"/>
    <w:rsid w:val="00D07204"/>
    <w:rsid w:val="00D20F1F"/>
    <w:rsid w:val="00D259D5"/>
    <w:rsid w:val="00D43D34"/>
    <w:rsid w:val="00D5370D"/>
    <w:rsid w:val="00D64DE9"/>
    <w:rsid w:val="00D81A43"/>
    <w:rsid w:val="00DB6D0F"/>
    <w:rsid w:val="00DD009D"/>
    <w:rsid w:val="00DF3078"/>
    <w:rsid w:val="00DF46D4"/>
    <w:rsid w:val="00E06C16"/>
    <w:rsid w:val="00E126A8"/>
    <w:rsid w:val="00E32726"/>
    <w:rsid w:val="00E51804"/>
    <w:rsid w:val="00E56B4D"/>
    <w:rsid w:val="00E6092D"/>
    <w:rsid w:val="00E64565"/>
    <w:rsid w:val="00E82C92"/>
    <w:rsid w:val="00E82D6B"/>
    <w:rsid w:val="00E95014"/>
    <w:rsid w:val="00EA0924"/>
    <w:rsid w:val="00EC43FD"/>
    <w:rsid w:val="00EE65C5"/>
    <w:rsid w:val="00F04227"/>
    <w:rsid w:val="00F11263"/>
    <w:rsid w:val="00F15580"/>
    <w:rsid w:val="00F2657D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20F57"/>
  <w15:docId w15:val="{9C5705B0-B6B7-4304-B498-F554750E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E4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6DDC1-AF45-4E29-BC58-389EB8FDE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48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 Jan</dc:creator>
  <cp:lastModifiedBy>Malatincova Martina</cp:lastModifiedBy>
  <cp:revision>32</cp:revision>
  <dcterms:created xsi:type="dcterms:W3CDTF">2023-10-06T05:21:00Z</dcterms:created>
  <dcterms:modified xsi:type="dcterms:W3CDTF">2025-06-27T10:23:00Z</dcterms:modified>
</cp:coreProperties>
</file>